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675B2" w14:paraId="4C657D83" w14:textId="77777777" w:rsidTr="007D272E">
        <w:tc>
          <w:tcPr>
            <w:tcW w:w="2689" w:type="dxa"/>
          </w:tcPr>
          <w:p w14:paraId="66F3F94C" w14:textId="735AEAAF" w:rsidR="006675B2" w:rsidRPr="006675B2" w:rsidRDefault="006675B2" w:rsidP="006675B2">
            <w:pPr>
              <w:pStyle w:val="SIText"/>
            </w:pPr>
            <w:r w:rsidRPr="00CC451E">
              <w:t>Release</w:t>
            </w:r>
            <w:r w:rsidRPr="006675B2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8AFD404" w14:textId="0F2FB3A2" w:rsidR="006675B2" w:rsidRPr="006675B2" w:rsidRDefault="006675B2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8BF1799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50</w:t>
            </w:r>
            <w:r w:rsidR="00BD17CC">
              <w:t>4</w:t>
            </w:r>
          </w:p>
        </w:tc>
        <w:tc>
          <w:tcPr>
            <w:tcW w:w="3604" w:type="pct"/>
            <w:shd w:val="clear" w:color="auto" w:fill="auto"/>
          </w:tcPr>
          <w:p w14:paraId="01D80964" w14:textId="25A59ADE" w:rsidR="00F1480E" w:rsidRPr="005404CB" w:rsidRDefault="00BD17CC" w:rsidP="005404CB">
            <w:pPr>
              <w:pStyle w:val="SIUnittitle"/>
            </w:pPr>
            <w:r w:rsidRPr="00BD17CC">
              <w:t xml:space="preserve">Develop and manage a </w:t>
            </w:r>
            <w:proofErr w:type="gramStart"/>
            <w:r w:rsidRPr="00BD17CC">
              <w:t>community based</w:t>
            </w:r>
            <w:proofErr w:type="gramEnd"/>
            <w:r w:rsidRPr="00BD17CC">
              <w:t xml:space="preserve"> marketing supply chain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E7EDD2" w14:textId="70F1CFD4" w:rsidR="00BD17CC" w:rsidRPr="00BD17CC" w:rsidRDefault="00BD17CC" w:rsidP="00BD17CC">
            <w:pPr>
              <w:pStyle w:val="SIText"/>
            </w:pPr>
            <w:r w:rsidRPr="00BD17CC">
              <w:t xml:space="preserve">This unit of competency describes the skills and knowledge required to </w:t>
            </w:r>
            <w:r w:rsidR="00C46324">
              <w:t xml:space="preserve">evaluate different marketing models, identify a compatible community marketing strategy for the farm and </w:t>
            </w:r>
            <w:r w:rsidRPr="00BD17CC">
              <w:t xml:space="preserve">develop and manage a </w:t>
            </w:r>
            <w:proofErr w:type="gramStart"/>
            <w:r w:rsidRPr="00BD17CC">
              <w:t>community based</w:t>
            </w:r>
            <w:proofErr w:type="gramEnd"/>
            <w:r w:rsidRPr="00BD17CC">
              <w:t xml:space="preserve"> marketing supply chain.</w:t>
            </w:r>
          </w:p>
          <w:p w14:paraId="3EF87612" w14:textId="77777777" w:rsidR="00BD17CC" w:rsidRPr="00BD17CC" w:rsidRDefault="00BD17CC" w:rsidP="00BD17CC">
            <w:pPr>
              <w:pStyle w:val="SIText"/>
            </w:pPr>
          </w:p>
          <w:p w14:paraId="2751AD35" w14:textId="181A1390" w:rsidR="00BD17CC" w:rsidRDefault="00C46324" w:rsidP="00BD17CC">
            <w:pPr>
              <w:pStyle w:val="SIText"/>
            </w:pPr>
            <w:r w:rsidRPr="00C46324">
              <w:t xml:space="preserve">The unit applies to individuals who apply specialised skills and </w:t>
            </w:r>
            <w:proofErr w:type="gramStart"/>
            <w:r w:rsidRPr="00C46324">
              <w:t>knowledge, and</w:t>
            </w:r>
            <w:proofErr w:type="gramEnd"/>
            <w:r w:rsidRPr="00C46324">
              <w:t xml:space="preserve"> take personal responsibility and exercise autonomy in undertaking complex work. They analyse and synthesise information and analyse, </w:t>
            </w:r>
            <w:proofErr w:type="gramStart"/>
            <w:r w:rsidRPr="00C46324">
              <w:t>design</w:t>
            </w:r>
            <w:proofErr w:type="gramEnd"/>
            <w:r w:rsidRPr="00C46324">
              <w:t xml:space="preserve"> and communicate solutions to sometimes complex problems.</w:t>
            </w:r>
          </w:p>
          <w:p w14:paraId="7EAB896F" w14:textId="77777777" w:rsidR="00C46324" w:rsidRPr="00BD17CC" w:rsidRDefault="00C46324" w:rsidP="00BD17CC">
            <w:pPr>
              <w:pStyle w:val="SIText"/>
            </w:pPr>
          </w:p>
          <w:p w14:paraId="22C15BCD" w14:textId="67A5C1AC" w:rsidR="00373436" w:rsidRPr="000754EC" w:rsidRDefault="00BD17CC">
            <w:pPr>
              <w:pStyle w:val="SIText"/>
            </w:pPr>
            <w:r w:rsidRPr="00BD17CC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203D3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1A8C3DA" w:rsidR="001203D3" w:rsidRPr="001203D3" w:rsidRDefault="001203D3" w:rsidP="001203D3">
            <w:pPr>
              <w:pStyle w:val="SIText"/>
            </w:pPr>
            <w:r w:rsidRPr="001203D3">
              <w:t>1. Evaluate the suitability of different community marketing options for farm products</w:t>
            </w:r>
          </w:p>
        </w:tc>
        <w:tc>
          <w:tcPr>
            <w:tcW w:w="3604" w:type="pct"/>
            <w:shd w:val="clear" w:color="auto" w:fill="auto"/>
          </w:tcPr>
          <w:p w14:paraId="4ADCA456" w14:textId="5D03D1DA" w:rsidR="001203D3" w:rsidRPr="001203D3" w:rsidRDefault="001203D3" w:rsidP="001203D3">
            <w:r w:rsidRPr="001203D3">
              <w:t>1.1 Research and document selling options</w:t>
            </w:r>
            <w:r w:rsidR="00C46324">
              <w:t xml:space="preserve"> suitable for farm produce</w:t>
            </w:r>
          </w:p>
          <w:p w14:paraId="0D994552" w14:textId="07D4D016" w:rsidR="001203D3" w:rsidRPr="001203D3" w:rsidRDefault="001203D3" w:rsidP="001203D3">
            <w:r w:rsidRPr="001203D3">
              <w:t>1.2 Identify community marketing models applicable to farm system</w:t>
            </w:r>
          </w:p>
          <w:p w14:paraId="4C05189B" w14:textId="4597A76F" w:rsidR="001203D3" w:rsidRPr="001203D3" w:rsidRDefault="001203D3" w:rsidP="001203D3">
            <w:r w:rsidRPr="001203D3">
              <w:t>1.3 Identify key input supply chain steps</w:t>
            </w:r>
            <w:r w:rsidR="00C46324">
              <w:t xml:space="preserve">, </w:t>
            </w:r>
            <w:proofErr w:type="gramStart"/>
            <w:r w:rsidRPr="001203D3">
              <w:t>stakeholders</w:t>
            </w:r>
            <w:proofErr w:type="gramEnd"/>
            <w:r w:rsidRPr="001203D3">
              <w:t xml:space="preserve"> and certification requirements</w:t>
            </w:r>
          </w:p>
          <w:p w14:paraId="4B044429" w14:textId="65FF3519" w:rsidR="001203D3" w:rsidRPr="001203D3" w:rsidRDefault="001203D3">
            <w:r w:rsidRPr="001203D3">
              <w:t xml:space="preserve">1.4 Evaluate </w:t>
            </w:r>
            <w:r w:rsidR="00C46324">
              <w:t xml:space="preserve">and record most suitable </w:t>
            </w:r>
            <w:r w:rsidRPr="001203D3">
              <w:t>options</w:t>
            </w:r>
          </w:p>
        </w:tc>
      </w:tr>
      <w:tr w:rsidR="001203D3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7E9ADEFB" w:rsidR="001203D3" w:rsidRPr="001203D3" w:rsidRDefault="001203D3" w:rsidP="001203D3">
            <w:pPr>
              <w:pStyle w:val="SIText"/>
            </w:pPr>
            <w:r w:rsidRPr="001203D3">
              <w:t>2. Determine the marketing chain processes to participate in the selected community marketing schemes</w:t>
            </w:r>
          </w:p>
        </w:tc>
        <w:tc>
          <w:tcPr>
            <w:tcW w:w="3604" w:type="pct"/>
            <w:shd w:val="clear" w:color="auto" w:fill="auto"/>
          </w:tcPr>
          <w:p w14:paraId="60229516" w14:textId="74933E83" w:rsidR="001203D3" w:rsidRPr="001203D3" w:rsidRDefault="001203D3" w:rsidP="001203D3">
            <w:r w:rsidRPr="001203D3">
              <w:t xml:space="preserve">2.1 Research and identify legislative, environmental, and certification requirements </w:t>
            </w:r>
            <w:r w:rsidR="00C46324">
              <w:t xml:space="preserve">for </w:t>
            </w:r>
            <w:r w:rsidRPr="001203D3">
              <w:t xml:space="preserve">managing a </w:t>
            </w:r>
            <w:proofErr w:type="gramStart"/>
            <w:r w:rsidRPr="001203D3">
              <w:t>community based</w:t>
            </w:r>
            <w:proofErr w:type="gramEnd"/>
            <w:r w:rsidRPr="001203D3">
              <w:t xml:space="preserve"> marketing chain</w:t>
            </w:r>
          </w:p>
          <w:p w14:paraId="29BE5226" w14:textId="0C026BDC" w:rsidR="001203D3" w:rsidRPr="001203D3" w:rsidRDefault="001203D3" w:rsidP="001203D3">
            <w:r w:rsidRPr="001203D3">
              <w:t xml:space="preserve">2.2 Document specifications for components of marketing chain management system </w:t>
            </w:r>
            <w:r w:rsidR="00C46324">
              <w:t>according to</w:t>
            </w:r>
            <w:r w:rsidRPr="001203D3">
              <w:t xml:space="preserve"> </w:t>
            </w:r>
            <w:r w:rsidR="00C46324">
              <w:t>workplace</w:t>
            </w:r>
            <w:r w:rsidR="00C46324" w:rsidRPr="001203D3">
              <w:t xml:space="preserve"> </w:t>
            </w:r>
            <w:r w:rsidRPr="001203D3">
              <w:t>and legislative requirements</w:t>
            </w:r>
          </w:p>
          <w:p w14:paraId="164F0907" w14:textId="53F09DF4" w:rsidR="001203D3" w:rsidRPr="001203D3" w:rsidRDefault="001203D3">
            <w:r w:rsidRPr="001203D3">
              <w:t>2.3 Document traceability requirements of marketing chain</w:t>
            </w:r>
          </w:p>
        </w:tc>
      </w:tr>
      <w:tr w:rsidR="001203D3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DCD5461" w:rsidR="001203D3" w:rsidRPr="001203D3" w:rsidRDefault="001203D3" w:rsidP="001203D3">
            <w:pPr>
              <w:pStyle w:val="SIText"/>
            </w:pPr>
            <w:r w:rsidRPr="001203D3">
              <w:t>3. Determine appropriate community marketing strategies for farm products</w:t>
            </w:r>
          </w:p>
        </w:tc>
        <w:tc>
          <w:tcPr>
            <w:tcW w:w="3604" w:type="pct"/>
            <w:shd w:val="clear" w:color="auto" w:fill="auto"/>
          </w:tcPr>
          <w:p w14:paraId="2C9F6B12" w14:textId="1CDF6484" w:rsidR="001203D3" w:rsidRPr="001203D3" w:rsidRDefault="001203D3" w:rsidP="001203D3">
            <w:r w:rsidRPr="001203D3">
              <w:t xml:space="preserve">3.1 Identify communities </w:t>
            </w:r>
            <w:r w:rsidR="00C46324">
              <w:t xml:space="preserve">with </w:t>
            </w:r>
            <w:r w:rsidRPr="001203D3">
              <w:t xml:space="preserve">potential relationship </w:t>
            </w:r>
            <w:r w:rsidR="00C46324">
              <w:t>for</w:t>
            </w:r>
            <w:r w:rsidRPr="001203D3">
              <w:t xml:space="preserve"> farm system</w:t>
            </w:r>
          </w:p>
          <w:p w14:paraId="7ADB5A5E" w14:textId="411FE948" w:rsidR="001203D3" w:rsidRPr="001203D3" w:rsidRDefault="001203D3" w:rsidP="001203D3">
            <w:r w:rsidRPr="001203D3">
              <w:t>3.2 Document the characteristics and values of identified communities </w:t>
            </w:r>
          </w:p>
          <w:p w14:paraId="4C26B744" w14:textId="7D5BCCD0" w:rsidR="001203D3" w:rsidRPr="001203D3" w:rsidRDefault="001203D3" w:rsidP="001203D3">
            <w:r w:rsidRPr="001203D3">
              <w:t xml:space="preserve">3.3 </w:t>
            </w:r>
            <w:r w:rsidR="00C46324">
              <w:t>Compare</w:t>
            </w:r>
            <w:r w:rsidR="00C46324" w:rsidRPr="001203D3">
              <w:t xml:space="preserve"> </w:t>
            </w:r>
            <w:r w:rsidRPr="001203D3">
              <w:t xml:space="preserve">community characteristics and values </w:t>
            </w:r>
            <w:r w:rsidR="00C46324">
              <w:t>with</w:t>
            </w:r>
            <w:r w:rsidR="00C46324" w:rsidRPr="001203D3">
              <w:t xml:space="preserve"> </w:t>
            </w:r>
            <w:r w:rsidRPr="001203D3">
              <w:t>farm system</w:t>
            </w:r>
          </w:p>
          <w:p w14:paraId="045193EF" w14:textId="77777777" w:rsidR="001203D3" w:rsidRPr="001203D3" w:rsidRDefault="001203D3" w:rsidP="001203D3">
            <w:r w:rsidRPr="001203D3">
              <w:t>3.4 Establish and document market specifications to meet community expectations</w:t>
            </w:r>
          </w:p>
          <w:p w14:paraId="48A4DE56" w14:textId="45CD4B23" w:rsidR="001203D3" w:rsidRPr="001203D3" w:rsidRDefault="001203D3" w:rsidP="001203D3">
            <w:r w:rsidRPr="001203D3">
              <w:t>3.5 Identify and document community marketing strategies</w:t>
            </w:r>
          </w:p>
          <w:p w14:paraId="2B00249F" w14:textId="77F27104" w:rsidR="001203D3" w:rsidRPr="001203D3" w:rsidRDefault="001203D3" w:rsidP="001203D3">
            <w:pPr>
              <w:pStyle w:val="SIText"/>
            </w:pPr>
            <w:r w:rsidRPr="001203D3">
              <w:t>3.6 Identify and assess risks in strategy</w:t>
            </w:r>
          </w:p>
        </w:tc>
      </w:tr>
      <w:tr w:rsidR="001203D3" w:rsidRPr="00963A46" w14:paraId="1EFC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F3CD6" w14:textId="6B1EC906" w:rsidR="001203D3" w:rsidRPr="001203D3" w:rsidRDefault="001203D3" w:rsidP="001203D3">
            <w:pPr>
              <w:pStyle w:val="SIText"/>
            </w:pPr>
            <w:r w:rsidRPr="001203D3">
              <w:t>4. Establish product marketing chain requirements to meet marketing options</w:t>
            </w:r>
          </w:p>
        </w:tc>
        <w:tc>
          <w:tcPr>
            <w:tcW w:w="3604" w:type="pct"/>
            <w:shd w:val="clear" w:color="auto" w:fill="auto"/>
          </w:tcPr>
          <w:p w14:paraId="491120A0" w14:textId="75C21E03" w:rsidR="001203D3" w:rsidRPr="001203D3" w:rsidRDefault="001203D3" w:rsidP="001203D3">
            <w:r w:rsidRPr="001203D3">
              <w:t>4.1 Map steps in marketing chain to supply identified market</w:t>
            </w:r>
          </w:p>
          <w:p w14:paraId="311D77C9" w14:textId="77777777" w:rsidR="001203D3" w:rsidRPr="001203D3" w:rsidRDefault="001203D3" w:rsidP="001203D3">
            <w:r w:rsidRPr="001203D3">
              <w:t xml:space="preserve">4.2 Establish farm business requirements for each </w:t>
            </w:r>
            <w:proofErr w:type="gramStart"/>
            <w:r w:rsidRPr="001203D3">
              <w:t>step in</w:t>
            </w:r>
            <w:proofErr w:type="gramEnd"/>
            <w:r w:rsidRPr="001203D3">
              <w:t xml:space="preserve"> marketing chain</w:t>
            </w:r>
          </w:p>
          <w:p w14:paraId="528935CE" w14:textId="77777777" w:rsidR="001203D3" w:rsidRPr="001203D3" w:rsidRDefault="001203D3" w:rsidP="001203D3">
            <w:r w:rsidRPr="001203D3">
              <w:t xml:space="preserve">4.3 Establish compliance requirements at each </w:t>
            </w:r>
            <w:proofErr w:type="gramStart"/>
            <w:r w:rsidRPr="001203D3">
              <w:t>step in</w:t>
            </w:r>
            <w:proofErr w:type="gramEnd"/>
            <w:r w:rsidRPr="001203D3">
              <w:t xml:space="preserve"> marketing chain</w:t>
            </w:r>
          </w:p>
          <w:p w14:paraId="5A7D9650" w14:textId="74E20D3A" w:rsidR="001203D3" w:rsidRPr="001203D3" w:rsidRDefault="001203D3" w:rsidP="001203D3">
            <w:r w:rsidRPr="001203D3">
              <w:t xml:space="preserve">4.4 Develop record keeping requirements for each </w:t>
            </w:r>
            <w:proofErr w:type="gramStart"/>
            <w:r w:rsidRPr="001203D3">
              <w:t>step in</w:t>
            </w:r>
            <w:proofErr w:type="gramEnd"/>
            <w:r w:rsidRPr="001203D3">
              <w:t xml:space="preserve"> marketing chain</w:t>
            </w:r>
          </w:p>
        </w:tc>
      </w:tr>
      <w:tr w:rsidR="001203D3" w:rsidRPr="00963A46" w14:paraId="39421F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5ABF00" w14:textId="1F2271C5" w:rsidR="001203D3" w:rsidRPr="001203D3" w:rsidRDefault="001203D3" w:rsidP="001203D3">
            <w:pPr>
              <w:pStyle w:val="SIText"/>
            </w:pPr>
            <w:r w:rsidRPr="001203D3">
              <w:t xml:space="preserve">5. Develop and document a </w:t>
            </w:r>
            <w:proofErr w:type="gramStart"/>
            <w:r w:rsidRPr="001203D3">
              <w:t>community based</w:t>
            </w:r>
            <w:proofErr w:type="gramEnd"/>
            <w:r w:rsidRPr="001203D3">
              <w:t xml:space="preserve"> marketing plan</w:t>
            </w:r>
          </w:p>
        </w:tc>
        <w:tc>
          <w:tcPr>
            <w:tcW w:w="3604" w:type="pct"/>
            <w:shd w:val="clear" w:color="auto" w:fill="auto"/>
          </w:tcPr>
          <w:p w14:paraId="0773443F" w14:textId="330646B6" w:rsidR="001203D3" w:rsidRPr="001203D3" w:rsidRDefault="001203D3" w:rsidP="001203D3">
            <w:r w:rsidRPr="001203D3">
              <w:t xml:space="preserve">5.1 Document required processes for </w:t>
            </w:r>
            <w:r w:rsidR="00C46324">
              <w:t>supply chain stakeholders and</w:t>
            </w:r>
            <w:r w:rsidRPr="001203D3">
              <w:t xml:space="preserve"> production systems</w:t>
            </w:r>
          </w:p>
          <w:p w14:paraId="6C0DE8C5" w14:textId="77777777" w:rsidR="001203D3" w:rsidRPr="001203D3" w:rsidRDefault="001203D3" w:rsidP="001203D3">
            <w:r w:rsidRPr="001203D3">
              <w:t>5.2 Identify and document marketing targets</w:t>
            </w:r>
          </w:p>
          <w:p w14:paraId="6CA7BD22" w14:textId="12D38412" w:rsidR="001203D3" w:rsidRPr="001203D3" w:rsidRDefault="001203D3" w:rsidP="001203D3">
            <w:r w:rsidRPr="001203D3">
              <w:t>5.3 Identify key factors that differentiate product</w:t>
            </w:r>
          </w:p>
          <w:p w14:paraId="7A0FAD05" w14:textId="77777777" w:rsidR="001203D3" w:rsidRPr="001203D3" w:rsidRDefault="001203D3" w:rsidP="001203D3">
            <w:r w:rsidRPr="001203D3">
              <w:t>5.4 Develop and document a promotion plan</w:t>
            </w:r>
          </w:p>
          <w:p w14:paraId="215E49CE" w14:textId="577E52BF" w:rsidR="001203D3" w:rsidRPr="001203D3" w:rsidRDefault="001203D3">
            <w:r w:rsidRPr="001203D3">
              <w:t xml:space="preserve">5.5 Collate customer feedback </w:t>
            </w:r>
            <w:r w:rsidR="00C46324">
              <w:t>for</w:t>
            </w:r>
            <w:r w:rsidRPr="001203D3">
              <w:t xml:space="preserve"> improve</w:t>
            </w:r>
            <w:r w:rsidR="00C43416">
              <w:t>ment in</w:t>
            </w:r>
            <w:r w:rsidRPr="001203D3">
              <w:t xml:space="preserve"> market outcomes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CCED7E6" w:rsidR="00F1480E" w:rsidRPr="005404CB" w:rsidRDefault="00E020A8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5DCAF055" w:rsidR="00F1480E" w:rsidRPr="005404CB" w:rsidRDefault="00E020A8">
            <w:pPr>
              <w:pStyle w:val="SIBulletList1"/>
              <w:rPr>
                <w:rFonts w:eastAsia="Calibri"/>
              </w:rPr>
            </w:pPr>
            <w:r w:rsidRPr="00E020A8">
              <w:t xml:space="preserve">Organise, </w:t>
            </w:r>
            <w:proofErr w:type="gramStart"/>
            <w:r w:rsidRPr="00E020A8">
              <w:t>evaluate</w:t>
            </w:r>
            <w:proofErr w:type="gramEnd"/>
            <w:r w:rsidRPr="00E020A8">
              <w:t xml:space="preserve"> and critique ideas and information on organic farm</w:t>
            </w:r>
            <w:r>
              <w:t xml:space="preserve"> markets, legislation and </w:t>
            </w:r>
            <w:r w:rsidRPr="00E020A8">
              <w:t xml:space="preserve">certification to develop ideas </w:t>
            </w:r>
            <w:r>
              <w:t>for managing community market supply within legal frameworks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3885BC0B" w:rsidR="00F1480E" w:rsidRPr="005404CB" w:rsidRDefault="00E020A8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09B44C7F" w:rsidR="00F1480E" w:rsidRPr="005404CB" w:rsidRDefault="00E020A8">
            <w:pPr>
              <w:pStyle w:val="SIBulletList1"/>
              <w:rPr>
                <w:rFonts w:eastAsia="Calibri"/>
              </w:rPr>
            </w:pPr>
            <w:r w:rsidRPr="00E020A8">
              <w:t>Prepare documen</w:t>
            </w:r>
            <w:r>
              <w:t>tation expressing ideas, exploring</w:t>
            </w:r>
            <w:r w:rsidRPr="00E020A8">
              <w:t xml:space="preserve"> complex</w:t>
            </w:r>
            <w:r>
              <w:t xml:space="preserve"> market and supply </w:t>
            </w:r>
            <w:proofErr w:type="gramStart"/>
            <w:r w:rsidRPr="00E020A8">
              <w:t>issues</w:t>
            </w:r>
            <w:proofErr w:type="gramEnd"/>
            <w:r w:rsidRPr="00E020A8">
              <w:t xml:space="preserve"> and construct</w:t>
            </w:r>
            <w:r>
              <w:t xml:space="preserve">ing plans and strategies </w:t>
            </w:r>
            <w:r w:rsidRPr="00E020A8">
              <w:t>logically, succinctly and accurately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CBBEA74" w14:textId="77777777" w:rsidR="00041E59" w:rsidRDefault="00C43416" w:rsidP="005404CB">
            <w:pPr>
              <w:pStyle w:val="SIText"/>
            </w:pPr>
            <w:r w:rsidRPr="00C43416">
              <w:t xml:space="preserve">AHCORG504 Develop and manage a </w:t>
            </w:r>
            <w:proofErr w:type="gramStart"/>
            <w:r w:rsidRPr="00C43416">
              <w:t>community based</w:t>
            </w:r>
            <w:proofErr w:type="gramEnd"/>
            <w:r w:rsidRPr="00C43416">
              <w:t xml:space="preserve"> marketing supply chain</w:t>
            </w:r>
          </w:p>
          <w:p w14:paraId="18ED5BE1" w14:textId="3DC1D6F8" w:rsidR="00B56EBE" w:rsidRPr="005404CB" w:rsidRDefault="00B56EBE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0466A65" w14:textId="77777777" w:rsidR="00B56EBE" w:rsidRDefault="00C43416" w:rsidP="005404CB">
            <w:pPr>
              <w:pStyle w:val="SIText"/>
            </w:pPr>
            <w:r w:rsidRPr="00C43416">
              <w:t xml:space="preserve">AHCORG504 Develop and manage a </w:t>
            </w:r>
            <w:proofErr w:type="gramStart"/>
            <w:r w:rsidRPr="00C43416">
              <w:t>community based</w:t>
            </w:r>
            <w:proofErr w:type="gramEnd"/>
            <w:r w:rsidRPr="00C43416">
              <w:t xml:space="preserve"> marketing supply chain</w:t>
            </w:r>
          </w:p>
          <w:p w14:paraId="64EA7AE3" w14:textId="6B68E0C8" w:rsidR="00041E59" w:rsidRPr="005404CB" w:rsidRDefault="00B56EBE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0FDA8DC2" w:rsidR="00041E59" w:rsidRPr="005404CB" w:rsidRDefault="00C43416" w:rsidP="005404CB">
            <w:pPr>
              <w:pStyle w:val="SIText"/>
            </w:pPr>
            <w:r>
              <w:t>Minor changes to Application, Performance Criteria for brevity and clarity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F0F1A7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D17CC" w:rsidRPr="00BD17CC">
              <w:t xml:space="preserve">AHCORG504 Develop and manage a </w:t>
            </w:r>
            <w:proofErr w:type="gramStart"/>
            <w:r w:rsidR="00BD17CC" w:rsidRPr="00BD17CC">
              <w:t>community based</w:t>
            </w:r>
            <w:proofErr w:type="gramEnd"/>
            <w:r w:rsidR="00BD17CC" w:rsidRPr="00BD17CC">
              <w:t xml:space="preserve"> marketing supply chain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73EBE01" w14:textId="77777777" w:rsidR="00163B4F" w:rsidRDefault="00163B4F" w:rsidP="00163B4F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1D0C072E" w14:textId="36B445BD" w:rsidR="00163B4F" w:rsidRDefault="00163B4F" w:rsidP="00163B4F">
            <w:pPr>
              <w:pStyle w:val="SIText"/>
            </w:pPr>
            <w:r>
              <w:t xml:space="preserve">There must be evidence that the individual has on at least one occasion developed and managed a </w:t>
            </w:r>
            <w:proofErr w:type="gramStart"/>
            <w:r>
              <w:t>community based</w:t>
            </w:r>
            <w:proofErr w:type="gramEnd"/>
            <w:r>
              <w:t xml:space="preserve"> marketing supply chain and has:</w:t>
            </w:r>
          </w:p>
          <w:p w14:paraId="7751D7F3" w14:textId="6E415474" w:rsidR="0080467A" w:rsidRPr="0080467A" w:rsidRDefault="0080467A" w:rsidP="0080467A">
            <w:pPr>
              <w:pStyle w:val="SIBulletList1"/>
            </w:pPr>
            <w:r w:rsidRPr="0080467A">
              <w:t>research</w:t>
            </w:r>
            <w:r w:rsidR="00163B4F">
              <w:t>ed</w:t>
            </w:r>
            <w:r w:rsidRPr="0080467A">
              <w:t xml:space="preserve"> and evaluate</w:t>
            </w:r>
            <w:r w:rsidR="00163B4F">
              <w:t>d</w:t>
            </w:r>
            <w:r w:rsidRPr="0080467A">
              <w:t xml:space="preserve"> suitability of different community marketing options for farm products</w:t>
            </w:r>
          </w:p>
          <w:p w14:paraId="19D67632" w14:textId="380A1AB3" w:rsidR="0080467A" w:rsidRPr="0080467A" w:rsidRDefault="0080467A" w:rsidP="0080467A">
            <w:pPr>
              <w:pStyle w:val="SIBulletList1"/>
            </w:pPr>
            <w:r w:rsidRPr="0080467A">
              <w:t>research</w:t>
            </w:r>
            <w:r w:rsidR="00163B4F">
              <w:t>ed</w:t>
            </w:r>
            <w:r w:rsidRPr="0080467A">
              <w:t xml:space="preserve"> and identif</w:t>
            </w:r>
            <w:r w:rsidR="00163B4F">
              <w:t>ied</w:t>
            </w:r>
            <w:r w:rsidRPr="0080467A">
              <w:t xml:space="preserve"> legislative, environmental, and certification requirements </w:t>
            </w:r>
            <w:r w:rsidR="00163B4F">
              <w:t>fo</w:t>
            </w:r>
            <w:r w:rsidRPr="0080467A">
              <w:t xml:space="preserve">r </w:t>
            </w:r>
            <w:proofErr w:type="gramStart"/>
            <w:r w:rsidRPr="0080467A">
              <w:t>community based</w:t>
            </w:r>
            <w:proofErr w:type="gramEnd"/>
            <w:r w:rsidRPr="0080467A">
              <w:t xml:space="preserve"> marketing chain</w:t>
            </w:r>
          </w:p>
          <w:p w14:paraId="53812BD0" w14:textId="569FB397" w:rsidR="0080467A" w:rsidRPr="0080467A" w:rsidRDefault="00163B4F" w:rsidP="0080467A">
            <w:pPr>
              <w:pStyle w:val="SIBulletList1"/>
            </w:pPr>
            <w:r>
              <w:t>Prepared</w:t>
            </w:r>
            <w:r w:rsidRPr="0080467A">
              <w:t xml:space="preserve"> </w:t>
            </w:r>
            <w:r w:rsidR="0080467A" w:rsidRPr="0080467A">
              <w:t xml:space="preserve">specifications for components of marketing chain management system </w:t>
            </w:r>
            <w:r>
              <w:t>according to</w:t>
            </w:r>
            <w:r w:rsidR="0080467A" w:rsidRPr="0080467A">
              <w:t xml:space="preserve"> </w:t>
            </w:r>
            <w:r>
              <w:t>workplace procedures</w:t>
            </w:r>
            <w:r w:rsidRPr="0080467A">
              <w:t xml:space="preserve"> </w:t>
            </w:r>
            <w:r w:rsidR="0080467A" w:rsidRPr="0080467A">
              <w:t>and legislative requirements</w:t>
            </w:r>
          </w:p>
          <w:p w14:paraId="1D7AA7A0" w14:textId="47B993E7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and document</w:t>
            </w:r>
            <w:r w:rsidR="00163B4F">
              <w:t>ed</w:t>
            </w:r>
            <w:r w:rsidRPr="0080467A">
              <w:t xml:space="preserve"> market specifications </w:t>
            </w:r>
            <w:r w:rsidR="00163B4F">
              <w:t>for</w:t>
            </w:r>
            <w:r w:rsidR="00163B4F" w:rsidRPr="0080467A">
              <w:t xml:space="preserve"> </w:t>
            </w:r>
            <w:r w:rsidRPr="0080467A">
              <w:t>community expectations</w:t>
            </w:r>
          </w:p>
          <w:p w14:paraId="057D6F88" w14:textId="57B765F9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product marketing chain to meet marketing options</w:t>
            </w:r>
          </w:p>
          <w:p w14:paraId="382C760B" w14:textId="356BDBE9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farm business requirements for each </w:t>
            </w:r>
            <w:proofErr w:type="gramStart"/>
            <w:r w:rsidRPr="0080467A">
              <w:t>step in</w:t>
            </w:r>
            <w:proofErr w:type="gramEnd"/>
            <w:r w:rsidRPr="0080467A">
              <w:t xml:space="preserve"> marketing chain</w:t>
            </w:r>
          </w:p>
          <w:p w14:paraId="1CB96255" w14:textId="05E04F11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compliance requirements </w:t>
            </w:r>
            <w:r w:rsidR="00163B4F">
              <w:t>for</w:t>
            </w:r>
            <w:r w:rsidR="00163B4F" w:rsidRPr="0080467A">
              <w:t xml:space="preserve"> </w:t>
            </w:r>
            <w:r w:rsidRPr="0080467A">
              <w:t>each step in the marketing chain</w:t>
            </w:r>
          </w:p>
          <w:p w14:paraId="0EFE24A8" w14:textId="5BE23DAF" w:rsidR="0080467A" w:rsidRPr="0080467A" w:rsidRDefault="00163B4F" w:rsidP="0080467A">
            <w:pPr>
              <w:pStyle w:val="SIBulletList1"/>
            </w:pPr>
            <w:r>
              <w:t xml:space="preserve">developed </w:t>
            </w:r>
            <w:r w:rsidR="0080467A" w:rsidRPr="0080467A">
              <w:t xml:space="preserve">record keeping </w:t>
            </w:r>
            <w:r>
              <w:t>systems</w:t>
            </w:r>
            <w:r w:rsidRPr="0080467A">
              <w:t xml:space="preserve"> </w:t>
            </w:r>
            <w:r w:rsidR="0080467A" w:rsidRPr="0080467A">
              <w:t>for each step in the marketing chain</w:t>
            </w:r>
          </w:p>
          <w:p w14:paraId="46D10956" w14:textId="115E081F" w:rsidR="0080467A" w:rsidRPr="0080467A" w:rsidRDefault="0080467A" w:rsidP="0080467A">
            <w:pPr>
              <w:pStyle w:val="SIBulletList1"/>
            </w:pPr>
            <w:r w:rsidRPr="0080467A">
              <w:t>develop</w:t>
            </w:r>
            <w:r w:rsidR="00163B4F">
              <w:t>ed</w:t>
            </w:r>
            <w:r w:rsidRPr="0080467A">
              <w:t xml:space="preserve"> and document</w:t>
            </w:r>
            <w:r w:rsidR="00163B4F">
              <w:t>ed</w:t>
            </w:r>
            <w:r w:rsidRPr="0080467A">
              <w:t xml:space="preserve"> a </w:t>
            </w:r>
            <w:proofErr w:type="gramStart"/>
            <w:r w:rsidRPr="0080467A">
              <w:t>community based</w:t>
            </w:r>
            <w:proofErr w:type="gramEnd"/>
            <w:r w:rsidRPr="0080467A">
              <w:t xml:space="preserve"> marketing plan</w:t>
            </w:r>
          </w:p>
          <w:p w14:paraId="5C600CF2" w14:textId="11654110" w:rsidR="0080467A" w:rsidRPr="0080467A" w:rsidRDefault="0080467A" w:rsidP="0080467A">
            <w:pPr>
              <w:pStyle w:val="SIBulletList1"/>
            </w:pPr>
            <w:r w:rsidRPr="0080467A">
              <w:t>develop</w:t>
            </w:r>
            <w:r w:rsidR="00163B4F">
              <w:t>ed</w:t>
            </w:r>
            <w:r w:rsidRPr="0080467A">
              <w:t xml:space="preserve"> and document</w:t>
            </w:r>
            <w:r w:rsidR="00163B4F">
              <w:t xml:space="preserve">ed </w:t>
            </w:r>
            <w:r w:rsidRPr="0080467A">
              <w:t>a promotion plan</w:t>
            </w:r>
          </w:p>
          <w:p w14:paraId="6BFA69AA" w14:textId="4189593A" w:rsidR="006130F4" w:rsidRPr="005404CB" w:rsidRDefault="0080467A" w:rsidP="00EB1607">
            <w:pPr>
              <w:pStyle w:val="SIBulletList1"/>
            </w:pPr>
            <w:r w:rsidRPr="0080467A">
              <w:t>collate</w:t>
            </w:r>
            <w:r w:rsidR="00163B4F">
              <w:t>d</w:t>
            </w:r>
            <w:r w:rsidRPr="0080467A">
              <w:t xml:space="preserve"> customer feedback</w:t>
            </w:r>
            <w:r w:rsidR="00163B4F">
              <w:t>.</w:t>
            </w:r>
            <w:r w:rsidRPr="0080467A">
              <w:t xml:space="preserve"> 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097ED2F" w14:textId="77777777" w:rsidR="00163B4F" w:rsidRDefault="00163B4F" w:rsidP="00163B4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6AAB944" w14:textId="2B76C6D5" w:rsidR="0058139E" w:rsidRPr="0058139E" w:rsidRDefault="0058139E" w:rsidP="0058139E">
            <w:pPr>
              <w:pStyle w:val="SIBulletList1"/>
            </w:pPr>
            <w:r w:rsidRPr="0058139E">
              <w:t xml:space="preserve">federal, state or territory legislation, regulations, standards, codes of practice </w:t>
            </w:r>
            <w:r w:rsidR="00163B4F">
              <w:t xml:space="preserve">for </w:t>
            </w:r>
            <w:r w:rsidRPr="0058139E">
              <w:t xml:space="preserve">selling produce through </w:t>
            </w:r>
            <w:proofErr w:type="gramStart"/>
            <w:r w:rsidRPr="0058139E">
              <w:t>community based</w:t>
            </w:r>
            <w:proofErr w:type="gramEnd"/>
            <w:r w:rsidRPr="0058139E">
              <w:t xml:space="preserve"> markets</w:t>
            </w:r>
          </w:p>
          <w:p w14:paraId="6E92410A" w14:textId="06B69D1E" w:rsidR="0058139E" w:rsidRPr="0058139E" w:rsidRDefault="0058139E" w:rsidP="0058139E">
            <w:pPr>
              <w:pStyle w:val="SIBulletList1"/>
            </w:pPr>
            <w:r w:rsidRPr="0058139E">
              <w:t>legislation and regulations relating to work health and safety</w:t>
            </w:r>
          </w:p>
          <w:p w14:paraId="7BD60694" w14:textId="77777777" w:rsidR="0058139E" w:rsidRPr="0058139E" w:rsidRDefault="0058139E" w:rsidP="0058139E">
            <w:pPr>
              <w:pStyle w:val="SIBulletList1"/>
            </w:pPr>
            <w:r w:rsidRPr="0058139E">
              <w:t>organic certification systems and standards</w:t>
            </w:r>
          </w:p>
          <w:p w14:paraId="5CC755F9" w14:textId="77777777" w:rsidR="0058139E" w:rsidRPr="0058139E" w:rsidRDefault="0058139E" w:rsidP="0058139E">
            <w:pPr>
              <w:pStyle w:val="SIBulletList1"/>
            </w:pPr>
            <w:r w:rsidRPr="0058139E">
              <w:t>rural produce marketing and presentation</w:t>
            </w:r>
          </w:p>
          <w:p w14:paraId="663A152F" w14:textId="77777777" w:rsidR="0058139E" w:rsidRPr="0058139E" w:rsidRDefault="0058139E" w:rsidP="0058139E">
            <w:pPr>
              <w:pStyle w:val="SIBulletList1"/>
            </w:pPr>
            <w:r w:rsidRPr="0058139E">
              <w:t>organisation policies and procedures related to supply chain management, purchasing, and contracting and tendering</w:t>
            </w:r>
          </w:p>
          <w:p w14:paraId="5D4BA335" w14:textId="77777777" w:rsidR="0058139E" w:rsidRPr="0058139E" w:rsidRDefault="0058139E" w:rsidP="0058139E">
            <w:pPr>
              <w:pStyle w:val="SIBulletList1"/>
            </w:pPr>
            <w:r w:rsidRPr="0058139E">
              <w:t>characteristics and composition of farm business marketing plans</w:t>
            </w:r>
          </w:p>
          <w:p w14:paraId="39C1211D" w14:textId="77777777" w:rsidR="0058139E" w:rsidRPr="0058139E" w:rsidRDefault="0058139E" w:rsidP="0058139E">
            <w:pPr>
              <w:pStyle w:val="SIBulletList1"/>
            </w:pPr>
            <w:r w:rsidRPr="0058139E">
              <w:t>characteristics of community marketing schemes and the steps within a farm produce supply chain</w:t>
            </w:r>
          </w:p>
          <w:p w14:paraId="41202EDA" w14:textId="77777777" w:rsidR="0058139E" w:rsidRPr="0058139E" w:rsidRDefault="0058139E" w:rsidP="0058139E">
            <w:pPr>
              <w:pStyle w:val="SIBulletList1"/>
            </w:pPr>
            <w:r w:rsidRPr="0058139E">
              <w:t>product knowledge related to goods and services required by the organisation</w:t>
            </w:r>
          </w:p>
          <w:p w14:paraId="0AB22875" w14:textId="77777777" w:rsidR="0058139E" w:rsidRPr="0058139E" w:rsidRDefault="0058139E" w:rsidP="0058139E">
            <w:pPr>
              <w:pStyle w:val="SIBulletList1"/>
            </w:pPr>
            <w:r w:rsidRPr="0058139E">
              <w:t>ways to build trust and collaboration as opposed to competition</w:t>
            </w:r>
          </w:p>
          <w:p w14:paraId="35DAF70F" w14:textId="77777777" w:rsidR="0058139E" w:rsidRPr="0058139E" w:rsidRDefault="0058139E" w:rsidP="0058139E">
            <w:pPr>
              <w:pStyle w:val="SIBulletList1"/>
            </w:pPr>
            <w:r w:rsidRPr="0058139E">
              <w:t>ethical behaviour</w:t>
            </w:r>
          </w:p>
          <w:p w14:paraId="2C44B891" w14:textId="77777777" w:rsidR="0058139E" w:rsidRPr="0058139E" w:rsidRDefault="0058139E" w:rsidP="0058139E">
            <w:pPr>
              <w:pStyle w:val="SIBulletList1"/>
            </w:pPr>
            <w:r w:rsidRPr="0058139E">
              <w:t>established communication channels and protocols</w:t>
            </w:r>
          </w:p>
          <w:p w14:paraId="63695C67" w14:textId="77777777" w:rsidR="0058139E" w:rsidRPr="0058139E" w:rsidRDefault="0058139E" w:rsidP="0058139E">
            <w:pPr>
              <w:pStyle w:val="SIBulletList1"/>
            </w:pPr>
            <w:r w:rsidRPr="0058139E">
              <w:t>procedures for operating electronic communications equipment</w:t>
            </w:r>
          </w:p>
          <w:p w14:paraId="5C8CD985" w14:textId="5D2AE4AF" w:rsidR="006130F4" w:rsidRPr="005404CB" w:rsidRDefault="0058139E" w:rsidP="00EB1607">
            <w:pPr>
              <w:pStyle w:val="SIBulletList1"/>
            </w:pPr>
            <w:r w:rsidRPr="0058139E">
              <w:t>procedures for recording and reporting workplace information and completing relevant documentation</w:t>
            </w:r>
            <w:r w:rsidR="00163B4F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E5A2463" w14:textId="678BF924" w:rsidR="00163B4F" w:rsidRPr="00163B4F" w:rsidRDefault="00163B4F" w:rsidP="00EB1607">
            <w:pPr>
              <w:pStyle w:val="SIText"/>
            </w:pPr>
            <w:r w:rsidRPr="00163B4F">
              <w:t xml:space="preserve">Assessment of the skills in this unit of competency must take place under the following conditions: </w:t>
            </w:r>
          </w:p>
          <w:p w14:paraId="6332DE2D" w14:textId="77777777" w:rsidR="00163B4F" w:rsidRPr="00163B4F" w:rsidRDefault="00163B4F" w:rsidP="00EB1607">
            <w:pPr>
              <w:pStyle w:val="SIBulletList1"/>
            </w:pPr>
            <w:r w:rsidRPr="00163B4F">
              <w:t>physical conditions:</w:t>
            </w:r>
          </w:p>
          <w:p w14:paraId="31825A10" w14:textId="4676C273" w:rsidR="00163B4F" w:rsidRPr="00163B4F" w:rsidRDefault="00163B4F" w:rsidP="00163B4F">
            <w:pPr>
              <w:pStyle w:val="SIBulletList2"/>
            </w:pPr>
            <w:r w:rsidRPr="00163B4F">
              <w:t xml:space="preserve">skills must be demonstrated </w:t>
            </w:r>
            <w:r>
              <w:t>for a farm</w:t>
            </w:r>
            <w:r w:rsidRPr="00163B4F">
              <w:t xml:space="preserve"> or an environment that accurately represents workplace conditions</w:t>
            </w:r>
          </w:p>
          <w:p w14:paraId="70C5D8FF" w14:textId="77777777" w:rsidR="00163B4F" w:rsidRPr="00163B4F" w:rsidRDefault="00163B4F" w:rsidP="00EB1607">
            <w:pPr>
              <w:pStyle w:val="SIBulletList1"/>
            </w:pPr>
            <w:r w:rsidRPr="00163B4F">
              <w:t xml:space="preserve">resources, </w:t>
            </w:r>
            <w:proofErr w:type="gramStart"/>
            <w:r w:rsidRPr="00163B4F">
              <w:t>equipment</w:t>
            </w:r>
            <w:proofErr w:type="gramEnd"/>
            <w:r w:rsidRPr="00163B4F">
              <w:t xml:space="preserve"> and materials:</w:t>
            </w:r>
          </w:p>
          <w:p w14:paraId="7122AFE3" w14:textId="6A75482B" w:rsidR="00163B4F" w:rsidRPr="00163B4F" w:rsidRDefault="00163B4F" w:rsidP="00163B4F">
            <w:pPr>
              <w:pStyle w:val="SIBulletList2"/>
            </w:pPr>
            <w:r w:rsidRPr="00163B4F">
              <w:t>use of</w:t>
            </w:r>
            <w:r w:rsidR="00D556D4">
              <w:t xml:space="preserve"> planning and management tools and resources</w:t>
            </w:r>
          </w:p>
          <w:p w14:paraId="726A3918" w14:textId="77777777" w:rsidR="00163B4F" w:rsidRPr="00163B4F" w:rsidRDefault="00163B4F" w:rsidP="00EB1607">
            <w:pPr>
              <w:pStyle w:val="SIBulletList1"/>
            </w:pPr>
            <w:r w:rsidRPr="00163B4F">
              <w:t>specifications:</w:t>
            </w:r>
          </w:p>
          <w:p w14:paraId="701D4A66" w14:textId="77777777" w:rsidR="00163B4F" w:rsidRPr="00163B4F" w:rsidRDefault="00163B4F" w:rsidP="00163B4F">
            <w:pPr>
              <w:pStyle w:val="SIBulletList2"/>
            </w:pPr>
            <w:r w:rsidRPr="00163B4F">
              <w:t>use of workplace policies, procedures, processes</w:t>
            </w:r>
          </w:p>
          <w:p w14:paraId="6B5CF0BA" w14:textId="77777777" w:rsidR="00D556D4" w:rsidRDefault="00163B4F" w:rsidP="00BE645E">
            <w:pPr>
              <w:pStyle w:val="SIBulletList2"/>
            </w:pPr>
            <w:r w:rsidRPr="00163B4F">
              <w:t xml:space="preserve">use of workplace </w:t>
            </w:r>
            <w:r w:rsidR="00D556D4">
              <w:t xml:space="preserve">plans and </w:t>
            </w:r>
            <w:r w:rsidRPr="00163B4F">
              <w:t>specifications</w:t>
            </w:r>
            <w:r w:rsidR="00D556D4">
              <w:t xml:space="preserve"> for farm produce</w:t>
            </w:r>
          </w:p>
          <w:p w14:paraId="7CD9C010" w14:textId="161E123A" w:rsidR="00163B4F" w:rsidRPr="00163B4F" w:rsidRDefault="00163B4F" w:rsidP="00BE645E">
            <w:pPr>
              <w:pStyle w:val="SIBulletList2"/>
            </w:pPr>
            <w:r w:rsidRPr="00163B4F">
              <w:t>access to specific legislation</w:t>
            </w:r>
            <w:r w:rsidR="00D556D4">
              <w:t xml:space="preserve"> and </w:t>
            </w:r>
            <w:r w:rsidRPr="00163B4F">
              <w:t>codes of practice</w:t>
            </w:r>
          </w:p>
          <w:p w14:paraId="48AA2FD5" w14:textId="77777777" w:rsidR="00163B4F" w:rsidRPr="00163B4F" w:rsidRDefault="00163B4F" w:rsidP="00EB1607">
            <w:pPr>
              <w:pStyle w:val="SIBulletList1"/>
            </w:pPr>
            <w:r w:rsidRPr="00163B4F">
              <w:t>relationships:</w:t>
            </w:r>
          </w:p>
          <w:p w14:paraId="43F9C855" w14:textId="251B06D8" w:rsidR="00163B4F" w:rsidRPr="00163B4F" w:rsidRDefault="00D556D4" w:rsidP="00163B4F">
            <w:pPr>
              <w:pStyle w:val="SIBulletList2"/>
            </w:pPr>
            <w:r>
              <w:t>community and stakeholders.</w:t>
            </w:r>
          </w:p>
          <w:p w14:paraId="759850B7" w14:textId="7ABD1657" w:rsidR="0011400B" w:rsidRPr="005404CB" w:rsidRDefault="00163B4F">
            <w:pPr>
              <w:pStyle w:val="SIText"/>
              <w:rPr>
                <w:rFonts w:eastAsia="Calibri"/>
              </w:rPr>
            </w:pPr>
            <w:r w:rsidRPr="00163B4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99F58" w14:textId="77777777" w:rsidR="00AB6926" w:rsidRDefault="00AB6926" w:rsidP="00BF3F0A">
      <w:r>
        <w:separator/>
      </w:r>
    </w:p>
    <w:p w14:paraId="7C52D6C5" w14:textId="77777777" w:rsidR="00AB6926" w:rsidRDefault="00AB6926"/>
  </w:endnote>
  <w:endnote w:type="continuationSeparator" w:id="0">
    <w:p w14:paraId="381231EF" w14:textId="77777777" w:rsidR="00AB6926" w:rsidRDefault="00AB6926" w:rsidP="00BF3F0A">
      <w:r>
        <w:continuationSeparator/>
      </w:r>
    </w:p>
    <w:p w14:paraId="2D127E7C" w14:textId="77777777" w:rsidR="00AB6926" w:rsidRDefault="00AB69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56EBE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324CF" w14:textId="77777777" w:rsidR="00AB6926" w:rsidRDefault="00AB6926" w:rsidP="00BF3F0A">
      <w:r>
        <w:separator/>
      </w:r>
    </w:p>
    <w:p w14:paraId="24B7E15B" w14:textId="77777777" w:rsidR="00AB6926" w:rsidRDefault="00AB6926"/>
  </w:footnote>
  <w:footnote w:type="continuationSeparator" w:id="0">
    <w:p w14:paraId="563D2387" w14:textId="77777777" w:rsidR="00AB6926" w:rsidRDefault="00AB6926" w:rsidP="00BF3F0A">
      <w:r>
        <w:continuationSeparator/>
      </w:r>
    </w:p>
    <w:p w14:paraId="0288DAF2" w14:textId="77777777" w:rsidR="00AB6926" w:rsidRDefault="00AB69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23A0989" w:rsidR="009C2650" w:rsidRPr="000754EC" w:rsidRDefault="00AB692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C1550" w:rsidRPr="001C1550">
      <w:t xml:space="preserve"> </w:t>
    </w:r>
    <w:r w:rsidR="00BD17CC" w:rsidRPr="00BD17CC">
      <w:t xml:space="preserve">AHCORG504 Develop and manage a </w:t>
    </w:r>
    <w:proofErr w:type="gramStart"/>
    <w:r w:rsidR="00BD17CC" w:rsidRPr="00BD17CC">
      <w:t>community based</w:t>
    </w:r>
    <w:proofErr w:type="gramEnd"/>
    <w:r w:rsidR="00BD17CC" w:rsidRPr="00BD17CC">
      <w:t xml:space="preserve"> marketing supply chain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1613B"/>
    <w:multiLevelType w:val="multilevel"/>
    <w:tmpl w:val="C646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CD195D"/>
    <w:multiLevelType w:val="multilevel"/>
    <w:tmpl w:val="900EE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8529E5"/>
    <w:multiLevelType w:val="multilevel"/>
    <w:tmpl w:val="CE16D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18527E"/>
    <w:multiLevelType w:val="multilevel"/>
    <w:tmpl w:val="C32C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28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7"/>
  </w:num>
  <w:num w:numId="10">
    <w:abstractNumId w:val="18"/>
  </w:num>
  <w:num w:numId="11">
    <w:abstractNumId w:val="25"/>
  </w:num>
  <w:num w:numId="12">
    <w:abstractNumId w:val="20"/>
  </w:num>
  <w:num w:numId="13">
    <w:abstractNumId w:val="29"/>
  </w:num>
  <w:num w:numId="14">
    <w:abstractNumId w:val="5"/>
  </w:num>
  <w:num w:numId="15">
    <w:abstractNumId w:val="6"/>
  </w:num>
  <w:num w:numId="16">
    <w:abstractNumId w:val="30"/>
  </w:num>
  <w:num w:numId="17">
    <w:abstractNumId w:val="24"/>
  </w:num>
  <w:num w:numId="18">
    <w:abstractNumId w:val="10"/>
  </w:num>
  <w:num w:numId="19">
    <w:abstractNumId w:val="9"/>
  </w:num>
  <w:num w:numId="20">
    <w:abstractNumId w:val="13"/>
  </w:num>
  <w:num w:numId="21">
    <w:abstractNumId w:val="16"/>
  </w:num>
  <w:num w:numId="22">
    <w:abstractNumId w:val="23"/>
  </w:num>
  <w:num w:numId="23">
    <w:abstractNumId w:val="19"/>
  </w:num>
  <w:num w:numId="24">
    <w:abstractNumId w:val="4"/>
  </w:num>
  <w:num w:numId="25">
    <w:abstractNumId w:val="26"/>
  </w:num>
  <w:num w:numId="26">
    <w:abstractNumId w:val="32"/>
  </w:num>
  <w:num w:numId="27">
    <w:abstractNumId w:val="33"/>
  </w:num>
  <w:num w:numId="28">
    <w:abstractNumId w:val="31"/>
  </w:num>
  <w:num w:numId="29">
    <w:abstractNumId w:val="21"/>
  </w:num>
  <w:num w:numId="30">
    <w:abstractNumId w:val="22"/>
  </w:num>
  <w:num w:numId="31">
    <w:abstractNumId w:val="15"/>
  </w:num>
  <w:num w:numId="32">
    <w:abstractNumId w:val="17"/>
  </w:num>
  <w:num w:numId="33">
    <w:abstractNumId w:val="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63B4F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429B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5B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B6926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EBE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416"/>
    <w:rsid w:val="00C46324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6D4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020A8"/>
    <w:rsid w:val="00E238E6"/>
    <w:rsid w:val="00E3205E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607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E020A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EB16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F769E9-578E-4C5D-AF56-1D6DFF97E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4975E89-2BBF-4491-B903-39447785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88</TotalTime>
  <Pages>4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48</cp:revision>
  <cp:lastPrinted>2016-05-27T05:21:00Z</cp:lastPrinted>
  <dcterms:created xsi:type="dcterms:W3CDTF">2021-09-14T01:14:00Z</dcterms:created>
  <dcterms:modified xsi:type="dcterms:W3CDTF">2022-02-11T00:04:00Z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